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501269" w:rsidRPr="00FD5856" w:rsidRDefault="00A103F1" w:rsidP="0026236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 w:rsidRPr="00FD5856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Титульный лист</w:t>
      </w:r>
      <w:r w:rsidRPr="00FD5856">
        <w:rPr>
          <w:rFonts w:ascii="Times New Roman" w:hAnsi="Times New Roman"/>
          <w:sz w:val="28"/>
          <w:szCs w:val="28"/>
        </w:rPr>
        <w:t xml:space="preserve"> </w:t>
      </w:r>
      <w:r w:rsidR="00C30DA5" w:rsidRPr="00FD5856">
        <w:rPr>
          <w:rFonts w:ascii="Times New Roman" w:hAnsi="Times New Roman"/>
          <w:b/>
          <w:sz w:val="28"/>
          <w:szCs w:val="28"/>
        </w:rPr>
        <w:t>отчета о проведении специальной</w:t>
      </w:r>
      <w:r w:rsidR="00C30DA5" w:rsidRPr="00FD5856">
        <w:rPr>
          <w:rFonts w:ascii="Times New Roman" w:hAnsi="Times New Roman"/>
          <w:b/>
          <w:sz w:val="28"/>
          <w:szCs w:val="28"/>
        </w:rPr>
        <w:br/>
      </w:r>
      <w:r w:rsidRPr="00FD5856">
        <w:rPr>
          <w:rFonts w:ascii="Times New Roman" w:hAnsi="Times New Roman"/>
          <w:b/>
          <w:sz w:val="28"/>
          <w:szCs w:val="28"/>
        </w:rPr>
        <w:t>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УТВЕРЖДАЮ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 xml:space="preserve">Председатель комиссии </w:t>
      </w:r>
      <w:proofErr w:type="gramStart"/>
      <w:r w:rsidRPr="00FD5856">
        <w:rPr>
          <w:color w:val="000000"/>
          <w:sz w:val="28"/>
          <w:szCs w:val="28"/>
        </w:rPr>
        <w:t>по</w:t>
      </w:r>
      <w:proofErr w:type="gramEnd"/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проведению специальной оценки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условий труда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tbl>
      <w:tblPr>
        <w:tblW w:w="5918" w:type="dxa"/>
        <w:jc w:val="right"/>
        <w:tblLook w:val="01E0"/>
      </w:tblPr>
      <w:tblGrid>
        <w:gridCol w:w="1576"/>
        <w:gridCol w:w="224"/>
        <w:gridCol w:w="4118"/>
      </w:tblGrid>
      <w:tr w:rsidR="00A103F1" w:rsidRPr="00FD5856" w:rsidTr="00247C2A">
        <w:trPr>
          <w:jc w:val="right"/>
        </w:trPr>
        <w:tc>
          <w:tcPr>
            <w:tcW w:w="1559" w:type="dxa"/>
            <w:tcBorders>
              <w:bottom w:val="single" w:sz="4" w:space="0" w:color="auto"/>
            </w:tcBorders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com_boss"/>
            <w:bookmarkEnd w:id="0"/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A103F1" w:rsidRPr="00FD5856" w:rsidRDefault="006B19F1" w:rsidP="00247C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Шмакова Е.А.</w:t>
            </w:r>
          </w:p>
        </w:tc>
      </w:tr>
      <w:tr w:rsidR="00A103F1" w:rsidRPr="00FD5856" w:rsidTr="00247C2A">
        <w:trPr>
          <w:jc w:val="right"/>
        </w:trPr>
        <w:tc>
          <w:tcPr>
            <w:tcW w:w="1559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подпись,</w:t>
            </w: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инициалы</w:t>
            </w:r>
          </w:p>
        </w:tc>
      </w:tr>
    </w:tbl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«__»____</w:t>
      </w:r>
      <w:r w:rsidR="00C30DA5" w:rsidRPr="00FD5856">
        <w:rPr>
          <w:color w:val="000000"/>
          <w:sz w:val="28"/>
          <w:szCs w:val="28"/>
        </w:rPr>
        <w:t>__</w:t>
      </w:r>
      <w:r w:rsidRPr="00FD5856">
        <w:rPr>
          <w:color w:val="000000"/>
          <w:sz w:val="28"/>
          <w:szCs w:val="28"/>
        </w:rPr>
        <w:t>______ __</w:t>
      </w:r>
      <w:r w:rsidR="00C30DA5" w:rsidRPr="00FD5856">
        <w:rPr>
          <w:color w:val="000000"/>
          <w:sz w:val="28"/>
          <w:szCs w:val="28"/>
        </w:rPr>
        <w:t>_</w:t>
      </w:r>
      <w:r w:rsidRPr="00FD5856">
        <w:rPr>
          <w:color w:val="000000"/>
          <w:sz w:val="28"/>
          <w:szCs w:val="28"/>
        </w:rPr>
        <w:t xml:space="preserve">__ </w:t>
      </w:r>
      <w:proofErr w:type="gramStart"/>
      <w:r w:rsidRPr="00FD5856">
        <w:rPr>
          <w:color w:val="000000"/>
          <w:sz w:val="28"/>
          <w:szCs w:val="28"/>
        </w:rPr>
        <w:t>г</w:t>
      </w:r>
      <w:proofErr w:type="gramEnd"/>
      <w:r w:rsidRPr="00FD5856">
        <w:rPr>
          <w:color w:val="000000"/>
          <w:sz w:val="28"/>
          <w:szCs w:val="28"/>
        </w:rPr>
        <w:t>.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>ОТЧЕТ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 xml:space="preserve">о проведении специальной оценки условий труда </w:t>
      </w:r>
    </w:p>
    <w:p w:rsidR="0026236A" w:rsidRPr="00FD5856" w:rsidRDefault="0026236A" w:rsidP="0026236A">
      <w:pPr>
        <w:jc w:val="center"/>
      </w:pPr>
      <w:r w:rsidRPr="00FD5856">
        <w:t xml:space="preserve">(идентификационный №  </w:t>
      </w:r>
      <w:fldSimple w:instr=" DOCVARIABLE sout_id \* MERGEFORMAT ">
        <w:r w:rsidR="006B19F1">
          <w:rPr>
            <w:u w:val="single"/>
          </w:rPr>
          <w:t>695395</w:t>
        </w:r>
      </w:fldSimple>
      <w:r w:rsidRPr="00FD5856">
        <w:t>)</w:t>
      </w:r>
    </w:p>
    <w:p w:rsidR="0026236A" w:rsidRPr="00FD5856" w:rsidRDefault="0026236A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6B19F1" w:rsidRDefault="00FD5856" w:rsidP="00A103F1">
      <w:pPr>
        <w:pStyle w:val="a6"/>
        <w:jc w:val="center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"org" \* MERGEFORMAT </w:instrTex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6B19F1" w:rsidRPr="006B19F1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МУНИЦИПАЛЬНОМ</w:t>
      </w:r>
      <w:r w:rsidR="006B19F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КАЗЁННОМ УЧРЕЖДЕНИИ КУЛЬТУРЫ "</w:t>
      </w:r>
      <w:proofErr w:type="gramStart"/>
      <w:r w:rsidR="006B19F1">
        <w:rPr>
          <w:rFonts w:ascii="Times New Roman" w:hAnsi="Times New Roman"/>
          <w:i/>
          <w:color w:val="000000"/>
          <w:sz w:val="24"/>
          <w:szCs w:val="24"/>
          <w:u w:val="single"/>
        </w:rPr>
        <w:t>ЛЕБЕДЕВСКИЙ</w:t>
      </w:r>
      <w:proofErr w:type="gramEnd"/>
      <w:r w:rsidR="006B19F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</w:p>
    <w:p w:rsidR="00A103F1" w:rsidRPr="00FD5856" w:rsidRDefault="006B19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КУЛ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Ь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ТУРНО-ДОСУГОВЫЙ ЦЕНТР"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A103F1"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A103F1"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="00A103F1" w:rsidRPr="00FD5856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adr&quot; \* MERGEFORMAT ">
        <w:r w:rsidR="006B19F1" w:rsidRPr="006B19F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633442,</w:t>
        </w:r>
        <w:r w:rsidR="006B19F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ОБЛАСТЬ НОВОСИБИРСКАЯ, РАЙОН ТОГУЧИНСКИЙ, СЕЛО ЛЕБЕДЕВО, УЛИЦА ЦЕНТРАЛЬНАЯ, ЗДАНИЕ 49А</w:t>
        </w:r>
      </w:fldSimple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6B19F1" w:rsidRPr="006B19F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5438315540</w:t>
        </w:r>
      </w:fldSimple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tbl>
      <w:tblPr>
        <w:tblW w:w="3045" w:type="dxa"/>
        <w:jc w:val="center"/>
        <w:tblInd w:w="54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5"/>
      </w:tblGrid>
      <w:tr w:rsidR="0026236A" w:rsidRPr="00FD5856" w:rsidTr="0026236A">
        <w:trPr>
          <w:jc w:val="center"/>
        </w:trPr>
        <w:tc>
          <w:tcPr>
            <w:tcW w:w="3045" w:type="dxa"/>
          </w:tcPr>
          <w:p w:rsidR="0026236A" w:rsidRPr="00FD5856" w:rsidRDefault="0026236A" w:rsidP="006B19F1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fldSimple w:instr=" DOCVARIABLE &quot;kpp_code&quot; \* MERGEFORMAT ">
              <w:r w:rsidR="006B19F1" w:rsidRPr="006B19F1">
                <w:rPr>
                  <w:rFonts w:ascii="Times New Roman" w:hAnsi="Times New Roman"/>
                  <w:bCs/>
                  <w:i/>
                  <w:color w:val="000000"/>
                  <w:sz w:val="24"/>
                  <w:szCs w:val="24"/>
                </w:rPr>
                <w:t>543801001</w:t>
              </w:r>
            </w:fldSimple>
          </w:p>
        </w:tc>
      </w:tr>
    </w:tbl>
    <w:p w:rsidR="0026236A" w:rsidRPr="00FD5856" w:rsidRDefault="0026236A" w:rsidP="0026236A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(КПП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6B19F1" w:rsidRPr="006B19F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1055461001144</w:t>
        </w:r>
      </w:fldSimple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6B19F1" w:rsidRPr="006B19F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90</w:t>
        </w:r>
        <w:r w:rsidR="006B19F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.04.3</w:t>
        </w:r>
      </w:fldSimple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r w:rsidRPr="00FD5856">
        <w:t>Члены комиссии по проведению специальной оценки условий труда:</w:t>
      </w:r>
    </w:p>
    <w:p w:rsidR="00A103F1" w:rsidRPr="00FD5856" w:rsidRDefault="00A103F1" w:rsidP="00A103F1"/>
    <w:tbl>
      <w:tblPr>
        <w:tblW w:w="10388" w:type="dxa"/>
        <w:jc w:val="center"/>
        <w:tblLayout w:type="fixed"/>
        <w:tblLook w:val="000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FD5856" w:rsidTr="006B19F1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</w:pPr>
            <w:bookmarkStart w:id="1" w:name="com_chlens"/>
            <w:bookmarkEnd w:id="1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6B19F1" w:rsidP="00A103F1">
            <w:pPr>
              <w:pStyle w:val="aa"/>
            </w:pPr>
            <w:proofErr w:type="spellStart"/>
            <w:r>
              <w:t>Несяева</w:t>
            </w:r>
            <w:proofErr w:type="spellEnd"/>
            <w:r>
              <w:t xml:space="preserve"> Е.В.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</w:tr>
      <w:tr w:rsidR="00A103F1" w:rsidRPr="00FD5856" w:rsidTr="006B19F1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2" w:name="s070_2"/>
            <w:bookmarkEnd w:id="2"/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3" w:name="no_dolg"/>
            <w:bookmarkEnd w:id="3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FD5856" w:rsidRDefault="006B19F1" w:rsidP="00A103F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(дата)</w:t>
            </w:r>
          </w:p>
        </w:tc>
      </w:tr>
      <w:tr w:rsidR="006B19F1" w:rsidRPr="006B19F1" w:rsidTr="006B19F1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6B19F1" w:rsidRPr="006B19F1" w:rsidRDefault="006B19F1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B19F1" w:rsidRPr="006B19F1" w:rsidRDefault="006B19F1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19F1" w:rsidRPr="006B19F1" w:rsidRDefault="006B19F1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B19F1" w:rsidRPr="006B19F1" w:rsidRDefault="006B19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19F1" w:rsidRPr="006B19F1" w:rsidRDefault="006B19F1" w:rsidP="00A103F1">
            <w:pPr>
              <w:pStyle w:val="aa"/>
            </w:pPr>
            <w:proofErr w:type="spellStart"/>
            <w:r>
              <w:t>Царегородцева</w:t>
            </w:r>
            <w:proofErr w:type="spellEnd"/>
            <w:r>
              <w:t xml:space="preserve"> Ю.И.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B19F1" w:rsidRPr="006B19F1" w:rsidRDefault="006B19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19F1" w:rsidRPr="006B19F1" w:rsidRDefault="006B19F1" w:rsidP="00A103F1">
            <w:pPr>
              <w:pStyle w:val="aa"/>
            </w:pPr>
          </w:p>
        </w:tc>
      </w:tr>
      <w:tr w:rsidR="006B19F1" w:rsidRPr="006B19F1" w:rsidTr="006B19F1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6B19F1" w:rsidRPr="006B19F1" w:rsidRDefault="006B19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6B19F1" w:rsidRPr="006B19F1" w:rsidRDefault="006B19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6B19F1" w:rsidRPr="006B19F1" w:rsidRDefault="006B19F1" w:rsidP="00A103F1">
            <w:pPr>
              <w:pStyle w:val="aa"/>
              <w:rPr>
                <w:vertAlign w:val="superscript"/>
              </w:rPr>
            </w:pPr>
            <w:r w:rsidRPr="006B19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B19F1" w:rsidRPr="006B19F1" w:rsidRDefault="006B19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B19F1" w:rsidRPr="006B19F1" w:rsidRDefault="006B19F1" w:rsidP="00A103F1">
            <w:pPr>
              <w:pStyle w:val="aa"/>
              <w:rPr>
                <w:vertAlign w:val="superscript"/>
              </w:rPr>
            </w:pPr>
            <w:r w:rsidRPr="006B19F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B19F1" w:rsidRPr="006B19F1" w:rsidRDefault="006B19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B19F1" w:rsidRPr="006B19F1" w:rsidRDefault="006B19F1" w:rsidP="00A103F1">
            <w:pPr>
              <w:pStyle w:val="aa"/>
              <w:rPr>
                <w:vertAlign w:val="superscript"/>
              </w:rPr>
            </w:pPr>
            <w:r w:rsidRPr="006B19F1">
              <w:rPr>
                <w:vertAlign w:val="superscript"/>
              </w:rPr>
              <w:t>(дата)</w:t>
            </w:r>
          </w:p>
        </w:tc>
      </w:tr>
    </w:tbl>
    <w:p w:rsidR="00D5110A" w:rsidRPr="00FD5856" w:rsidRDefault="00D5110A" w:rsidP="00A103F1"/>
    <w:sectPr w:rsidR="00D5110A" w:rsidRPr="00FD5856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85B" w:rsidRPr="006B19F1" w:rsidRDefault="00EB185B" w:rsidP="006B19F1">
      <w:pPr>
        <w:rPr>
          <w:szCs w:val="24"/>
        </w:rPr>
      </w:pPr>
      <w:r>
        <w:separator/>
      </w:r>
    </w:p>
  </w:endnote>
  <w:endnote w:type="continuationSeparator" w:id="0">
    <w:p w:rsidR="00EB185B" w:rsidRPr="006B19F1" w:rsidRDefault="00EB185B" w:rsidP="006B19F1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F1" w:rsidRDefault="006B19F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F1" w:rsidRDefault="006B19F1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F1" w:rsidRDefault="006B19F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85B" w:rsidRPr="006B19F1" w:rsidRDefault="00EB185B" w:rsidP="006B19F1">
      <w:pPr>
        <w:rPr>
          <w:szCs w:val="24"/>
        </w:rPr>
      </w:pPr>
      <w:r>
        <w:separator/>
      </w:r>
    </w:p>
  </w:footnote>
  <w:footnote w:type="continuationSeparator" w:id="0">
    <w:p w:rsidR="00EB185B" w:rsidRPr="006B19F1" w:rsidRDefault="00EB185B" w:rsidP="006B19F1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F1" w:rsidRDefault="006B19F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F1" w:rsidRDefault="006B19F1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F1" w:rsidRDefault="006B19F1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dr" w:val="633442, ОБЛАСТЬ НОВОСИБИРСКАЯ, РАЙОН ТОГУЧИНСКИЙ, СЕЛО ЛЕБЕДЕВО, УЛИЦА ЦЕНТРАЛЬНАЯ, ЗДАНИЕ 49А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24.03.2023"/>
    <w:docVar w:name="D_prikaz" w:val="23.03.2023"/>
    <w:docVar w:name="doc_type" w:val="8"/>
    <w:docVar w:name="fill_date" w:val="   "/>
    <w:docVar w:name="inn" w:val="5438315540 "/>
    <w:docVar w:name="kpp_code" w:val="543801001"/>
    <w:docVar w:name="N_dog" w:val="135/1/23"/>
    <w:docVar w:name="N_prikaz" w:val="22"/>
    <w:docVar w:name="ogrn" w:val="1055461001144 "/>
    <w:docVar w:name="okved" w:val="90.04.3 "/>
    <w:docVar w:name="org" w:val="МУНИЦИПАЛЬНОМ КАЗЁННОМ УЧРЕЖДЕНИИ КУЛЬТУРЫ &quot;ЛЕБЕДЕВСКИЙ КУЛЬТУРНО-ДОСУГОВЫЙ ЦЕНТР&quot; "/>
    <w:docVar w:name="org_guid" w:val="DB6DA6826D0B4D519642C532431F44A4"/>
    <w:docVar w:name="org_id" w:val="31"/>
    <w:docVar w:name="podr_id" w:val="org_31"/>
    <w:docVar w:name="rbtd_name" w:val="МУНИЦИПАЛЬНОЕ КАЗЁННОЕ УЧРЕЖДЕНИЕ КУЛЬТУРЫ &quot;ЛЕБЕДЕВСКИЙ КУЛЬТУРНО-ДОСУГОВЫЙ ЦЕНТР&quot;"/>
    <w:docVar w:name="sout_id" w:val="695395"/>
    <w:docVar w:name="sv_docs" w:val="1"/>
  </w:docVars>
  <w:rsids>
    <w:rsidRoot w:val="006B19F1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47C2A"/>
    <w:rsid w:val="0026236A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6B19F1"/>
    <w:rsid w:val="00725C51"/>
    <w:rsid w:val="007C5F65"/>
    <w:rsid w:val="00820552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185B"/>
    <w:rsid w:val="00EB7BDE"/>
    <w:rsid w:val="00EC5373"/>
    <w:rsid w:val="00F06873"/>
    <w:rsid w:val="00F262EE"/>
    <w:rsid w:val="00F46A20"/>
    <w:rsid w:val="00F835B0"/>
    <w:rsid w:val="00FD4EE4"/>
    <w:rsid w:val="00FD5856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NoSpacing">
    <w:name w:val="No Spacing"/>
    <w:rsid w:val="0026236A"/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6B19F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B19F1"/>
    <w:rPr>
      <w:sz w:val="24"/>
    </w:rPr>
  </w:style>
  <w:style w:type="paragraph" w:styleId="ad">
    <w:name w:val="footer"/>
    <w:basedOn w:val="a"/>
    <w:link w:val="ae"/>
    <w:rsid w:val="006B19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B19F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Екатерина Иванова</dc:creator>
  <cp:lastModifiedBy>Екатерина Иванова</cp:lastModifiedBy>
  <cp:revision>1</cp:revision>
  <dcterms:created xsi:type="dcterms:W3CDTF">2023-03-29T00:14:00Z</dcterms:created>
  <dcterms:modified xsi:type="dcterms:W3CDTF">2023-03-29T00:15:00Z</dcterms:modified>
</cp:coreProperties>
</file>